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6BD94" w14:textId="77777777" w:rsidR="009A0578" w:rsidRPr="009A0578" w:rsidRDefault="009A0578" w:rsidP="009A0578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9A0578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SARS-CoV-2/human/BHR/22970059078/2022, complete genome</w:t>
      </w:r>
    </w:p>
    <w:p w14:paraId="7033BC5E" w14:textId="77777777" w:rsidR="009A0578" w:rsidRPr="009A0578" w:rsidRDefault="009A0578" w:rsidP="009A057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A0578">
        <w:rPr>
          <w:rFonts w:ascii="ＭＳ Ｐゴシック" w:eastAsia="ＭＳ Ｐゴシック" w:hAnsi="ＭＳ Ｐゴシック" w:cs="ＭＳ Ｐゴシック"/>
          <w:kern w:val="0"/>
          <w:sz w:val="24"/>
        </w:rPr>
        <w:t>GenBank: ON419036.1</w:t>
      </w:r>
    </w:p>
    <w:p w14:paraId="0BCE47AE" w14:textId="77777777" w:rsidR="009A0578" w:rsidRPr="009A0578" w:rsidRDefault="009A0578" w:rsidP="009A057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A057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A057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"https://www.ncbi.nlm.nih.gov/nuccore/ON419036.1?report=fasta" </w:instrText>
      </w:r>
      <w:r w:rsidRPr="009A057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A057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9A057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9A057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9A057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A057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"https://www.ncbi.nlm.nih.gov/nuccore/ON419036.1?report=graph" </w:instrText>
      </w:r>
      <w:r w:rsidRPr="009A057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A057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9A057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9A057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419036.1"/>
    <w:bookmarkEnd w:id="1"/>
    <w:p w14:paraId="03A0967C" w14:textId="77777777" w:rsidR="009A0578" w:rsidRPr="009A0578" w:rsidRDefault="009A0578" w:rsidP="009A0578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A057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A057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"https://www.ncbi.nlm.nih.gov/nuccore/ON419036.1" \l "goto2234468608_0" </w:instrText>
      </w:r>
      <w:r w:rsidRPr="009A057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A057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9A057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2B9D65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>LOCUS       ON419036               29752 bp    RNA     linear   VRL 05-MAY-2022</w:t>
      </w:r>
    </w:p>
    <w:p w14:paraId="6E60591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145A10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SARS-CoV-2/human/BHR/22970059078/2022, complete genome.</w:t>
      </w:r>
    </w:p>
    <w:p w14:paraId="673EE70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>ACCESSION   ON419036</w:t>
      </w:r>
    </w:p>
    <w:p w14:paraId="7330CEF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>VERSION     ON419036.1</w:t>
      </w:r>
    </w:p>
    <w:p w14:paraId="328057C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00B4784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677603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CB1D8D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DD8BFC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F422DA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8DD486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29752)</w:t>
      </w:r>
    </w:p>
    <w:p w14:paraId="2C2EE21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Marhoon,A., AlHujairi,Z., AlTooq,M., Khamees,F., AlAnsari,W.,</w:t>
      </w:r>
    </w:p>
    <w:p w14:paraId="1DA399C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AlAbbas,Z. and Almoamen,G.</w:t>
      </w:r>
    </w:p>
    <w:p w14:paraId="284FBEA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6514E6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(05-MAY-2022) Communicable Disease Laboratory, Public</w:t>
      </w:r>
    </w:p>
    <w:p w14:paraId="4839A16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Health Directorate, 1124, Manama 12, Bahrain</w:t>
      </w:r>
    </w:p>
    <w:p w14:paraId="65F2D4E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419036.1"/>
      <w:bookmarkEnd w:id="2"/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FDE508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ABIOMIX v. 1.0</w:t>
      </w:r>
    </w:p>
    <w:p w14:paraId="7EC3FDC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3FEB474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01A716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419036.1"/>
      <w:bookmarkEnd w:id="3"/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17CFA2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1..29752</w:t>
      </w:r>
    </w:p>
    <w:p w14:paraId="4296329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71FA51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40C71B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C72581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/isolate="SARS-CoV-2/human/BHR/22970059078/2022"</w:t>
      </w:r>
    </w:p>
    <w:p w14:paraId="29AA141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/isolation_source="NPS"</w:t>
      </w:r>
    </w:p>
    <w:p w14:paraId="7CD196D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F95745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/db_xref="taxon: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9C7E7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/country="Bahrain"</w:t>
      </w:r>
    </w:p>
    <w:p w14:paraId="55ACDE7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/collection_date="2022-02-04"</w:t>
      </w:r>
    </w:p>
    <w:p w14:paraId="63E06F6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"https://www.ncbi.nlm.nih.gov/nuccore/ON419036.1?from=212&amp;to=21489"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212..21489</w:t>
      </w:r>
    </w:p>
    <w:p w14:paraId="341E7DE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D1360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"https://www.ncbi.nlm.nih.gov/nuccore/ON419036.1?location=212:13402,13402:21489"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join(212..13402,13402..21489)</w:t>
      </w:r>
    </w:p>
    <w:p w14:paraId="451270F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84F6C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AFBB62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5873D2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041ABE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"https://www.ncbi.nlm.nih.gov/protein/2234468609"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UPX35204.1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6B9EB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5B5CE3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AB5031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D44BE3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142C9B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A40EA4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768E1F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DB091D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9D80D9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08F53C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58E741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507FB3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E3DE9B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83BDEC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BDF701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5DAC68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4FE925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540EC0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6AB628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7F0497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83EFAF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32F0AC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EBC885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1C6957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A60003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FF53AF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DE3DF4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9FAC1C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3E8AE3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070FD7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9B813D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5DD409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IPCTCGKQATKYLVQQESPFVMMSAPPAQYELKHGTFTCASEYTGNYQCGHYKHITSK</w:t>
      </w:r>
    </w:p>
    <w:p w14:paraId="7404EBB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BD421D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423759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F633A7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CC780F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CAB360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F43BFF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529683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090B46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A653E1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90ACE9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EA379F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08A40F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2EBD7F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CC9F9F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B86AE7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8E0580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19D2ED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61A364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6A15C1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755F84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823930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7CCC42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58D8D4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272458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4E1DFE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857599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LKVDTANPKTPKYKFVRIQPGQTFSVLACYNGSPSGVYQCAMRYNFTIKGSFLNGSCG</w:t>
      </w:r>
    </w:p>
    <w:p w14:paraId="3A13CF7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509EBA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8A1679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30EE49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D654B0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1FD20C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6DEE06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F52FFF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E339EC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D5FC4B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E095FD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8AE950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C97B97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3B292C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4B5848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VKYLYFIKGLNNLNRGMVLGSLAATVRLQAGNATEVPANSTVLSFCAFAVDAAKAYKD</w:t>
      </w:r>
    </w:p>
    <w:p w14:paraId="12AA1DA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33FD3F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2B2F40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0648C02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3001866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458E8B5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0883711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3596C1A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738FB08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6A751AB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298EC44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650DDEC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6027FDC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793F05A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01C862B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7F7EA20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381AA0D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70992EC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3FA5280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3DFD0E7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30211CD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015B1DC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1F91EFF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3CB0026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4758A0F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2E24E63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58A0EA2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3043C50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32EA050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56D041A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0E726DA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56E60B1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5244669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25219F8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15F0E51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55926DC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6D8AB99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7DFDF20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123BB8A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1828007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51A5A8B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5B477BF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MEIDFLELAMDEFIERYKLEGYAFEHIVYGDFSHSQLGGLHLLIGLAKRFKESPFELE</w:t>
      </w:r>
    </w:p>
    <w:p w14:paraId="606C28C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3065E11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4F78238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4EF8413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24EAE44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62433C1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4865648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74CF240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"https://www.ncbi.nlm.nih.gov/protein/UPX35204.1?from=1&amp;to=180"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49A6F4B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07033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912728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"https://www.ncbi.nlm.nih.gov/protein/UPX35204.1?from=181&amp;to=818"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73C064F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EDE28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F17E82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"https://www.ncbi.nlm.nih.gov/protein/UPX35204.1?from=819&amp;to=2762"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3331DFD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65BD8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924F69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"https://www.ncbi.nlm.nih.gov/protein/UPX35204.1?from=2763&amp;to=3262"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0A1556E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B29C8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22CAA8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"https://www.ncbi.nlm.nih.gov/protein/UPX35204.1?from=3263&amp;to=3568"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76961C9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D46F4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BBDD22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"https://www.ncbi.nlm.nih.gov/protein/UPX35204.1?from=3569&amp;to=3855"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2C33260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461BC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9A38CB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"https://www.ncbi.nlm.nih.gov/protein/UPX35204.1?from=3856&amp;to=3938"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5259F48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07247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D0F4E1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"https://www.ncbi.nlm.nih.gov/protein/UPX35204.1?from=3939&amp;to=4136"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1F328B5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174B2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5AC431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"https://www.ncbi.nlm.nih.gov/protein/UPX35204.1?from=4137&amp;to=4249"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5C9663F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8573F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ABF7D6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"https://www.ncbi.nlm.nih.gov/protein/UPX35204.1?from=4250&amp;to=4388"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4F3B107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F29D1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1812D4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"https://www.ncbi.nlm.nih.gov/protein/UPX35204.1?from=4389&amp;to=5320"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join(13376..13402,13402..16170)</w:t>
      </w:r>
    </w:p>
    <w:p w14:paraId="73B215C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F9E36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A95F98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"https://www.ncbi.nlm.nih.gov/protein/UPX35204.1?from=5321&amp;to=5921"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16171..17973</w:t>
      </w:r>
    </w:p>
    <w:p w14:paraId="269192D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9BB3F2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F72E7C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"https://www.ncbi.nlm.nih.gov/protein/UPX35204.1?from=5922&amp;to=6448"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17974..19554</w:t>
      </w:r>
    </w:p>
    <w:p w14:paraId="5633907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3B16A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CDFE4B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"https://www.ncbi.nlm.nih.gov/protein/UPX35204.1?from=6449&amp;to=6794"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19555..20592</w:t>
      </w:r>
    </w:p>
    <w:p w14:paraId="1455621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A02B7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DB0A01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"https://www.ncbi.nlm.nih.gov/protein/UPX35204.1?from=6795&amp;to=7092"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20593..21486</w:t>
      </w:r>
    </w:p>
    <w:p w14:paraId="5BFB6C9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82114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3DDDFF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"https://www.ncbi.nlm.nih.gov/nuccore/ON419036.1?from=212&amp;to=13417"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212..13417</w:t>
      </w:r>
    </w:p>
    <w:p w14:paraId="61E67E7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8DA23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E95312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C8AC9A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"https://www.ncbi.nlm.nih.gov/protein/2234468610"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UPX35205.1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67FA7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6FF9FF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7A965B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8AF9E7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45EAFE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F8F93C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225F99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5E5C34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A81E41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41944D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873B6B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A34670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762A49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E50C4D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B9B53E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0EF884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04D170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879BA6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0F06D9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2A801F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260DDC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9286B0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E9F395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D68CA1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81D2FB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2BC603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FC3E49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KTPEEHFIETISLAGSYKDWSYSGQSTQLGIEFLKRGDKSVYYTSNPTTFHLDGEVIT</w:t>
      </w:r>
    </w:p>
    <w:p w14:paraId="2924463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FA5DCD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9169E9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3CEE96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3DC4F5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5DC5DF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20D069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8C2F4D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A3702F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B78AB8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F59E51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6B664E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E4A62B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6BABE8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52D3BF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361EED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F14507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961004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954DCF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7ACDD0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DA7EFF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EAEC1A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1492B5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F0FACF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76BB18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986BB8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0D3D21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92FF68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012678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D1A538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6031F5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0D5F00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LKVDTANPKTPKYKFVRIQPGQTFSVLACYNGSPSGVYQCAMRYNFTIKGSFLNGSCG</w:t>
      </w:r>
    </w:p>
    <w:p w14:paraId="6A66D2F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5B899C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5EF989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3BEC9E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953867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45A793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DEA1C9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95770E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A92E93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108DB2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LDNRATLQAIASEFSSLPSYAAFATAQEAYEQAVANGDSEVVLKKLKKSLNVAKSEFD</w:t>
      </w:r>
    </w:p>
    <w:p w14:paraId="2BCB9B7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D18F91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21858F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B1A00B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F9AC93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0265E9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B08446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73563C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6640EDB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"https://www.ncbi.nlm.nih.gov/protein/UPX35205.1?from=1&amp;to=180"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63ECFA1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44534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93B805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"https://www.ncbi.nlm.nih.gov/protein/UPX35205.1?from=181&amp;to=818"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7AB86B1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F2372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A3A207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"https://www.ncbi.nlm.nih.gov/protein/UPX35205.1?from=819&amp;to=2762"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02FB6A0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1EE29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5E6704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"https://www.ncbi.nlm.nih.gov/protein/UPX35205.1?from=2763&amp;to=3262"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246D321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2795D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5AB374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"https://www.ncbi.nlm.nih.gov/protein/UPX35205.1?from=3263&amp;to=3568"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7473D1F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4BD02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97CF16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"https://www.ncbi.nlm.nih.gov/protein/UPX35205.1?from=3569&amp;to=3855"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7945238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71C81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415FB8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"https://www.ncbi.nlm.nih.gov/protein/UPX35205.1?from=3856&amp;to=3938"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3A5FA73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9F9B4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0152E5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"https://www.ncbi.nlm.nih.gov/protein/UPX35205.1?from=3939&amp;to=4136"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079F8BE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C64A8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824CB7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"https://www.ncbi.nlm.nih.gov/protein/UPX35205.1?from=4137&amp;to=4249"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669E928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695B3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0DDB3C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"https://www.ncbi.nlm.nih.gov/protein/UPX35205.1?from=4250&amp;to=4388"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744604B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2F1E1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3A25B4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"https://www.ncbi.nlm.nih.gov/protein/UPX35205.1?from=4389&amp;to=4401"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13376..13414</w:t>
      </w:r>
    </w:p>
    <w:p w14:paraId="1693B2F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458C3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620F5B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"https://www.ncbi.nlm.nih.gov/nuccore/ON419036.1?from=13410&amp;to=13437"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13410..13437</w:t>
      </w:r>
    </w:p>
    <w:p w14:paraId="697E6DB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445E1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3DAC3A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A904D4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"https://www.ncbi.nlm.nih.gov/nuccore/ON419036.1?from=13422&amp;to=13476"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13422..13476</w:t>
      </w:r>
    </w:p>
    <w:p w14:paraId="0CF0BF4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E712F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DD0219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4A67C9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"https://www.ncbi.nlm.nih.gov/nuccore/ON419036.1?from=21497&amp;to=25309"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21497..25309</w:t>
      </w:r>
    </w:p>
    <w:p w14:paraId="5206B70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6A838E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"https://www.ncbi.nlm.nih.gov/nuccore/ON419036.1?from=21497&amp;to=25309"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21497..25309</w:t>
      </w:r>
    </w:p>
    <w:p w14:paraId="5E9C841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584FFD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58850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0F3F27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"https://www.ncbi.nlm.nih.gov/protein/2234468611"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UPX35206.1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A8F34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188D76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49BCA5F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6537F83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2F3AC0C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C0382B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DBA853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FDEVFNATKFASVYAWNRKRISNCVADYSVLYNFAPFFAFKCYGVSPTKLNDLCFTNV</w:t>
      </w:r>
    </w:p>
    <w:p w14:paraId="6794730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YADSFVIRGNEVSQIAPGQTGNIADYNYKLPDDFTGCVIAWNSNKLDSKVSGNYNYLY</w:t>
      </w:r>
    </w:p>
    <w:p w14:paraId="450EBA2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61082A6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114EBEA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4F3F5D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6E2AFA4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1D0EA2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46B300E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5C37777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6EFDCC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AF5035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348D62D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2F169EB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1D3919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C8465A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7E3BB84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5419D0D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"https://www.ncbi.nlm.nih.gov/nuccore/ON419036.1?from=25318&amp;to=26145"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25318..26145</w:t>
      </w:r>
    </w:p>
    <w:p w14:paraId="7D6CA4F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C02473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"https://www.ncbi.nlm.nih.gov/nuccore/ON419036.1?from=25318&amp;to=26145"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25318..26145</w:t>
      </w:r>
    </w:p>
    <w:p w14:paraId="0E71EF2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3F0888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7DB2895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54AE64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"https://www.ncbi.nlm.nih.gov/protein/2234468612"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UPX35207.1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721E2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5FC3DA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18D6D87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53AECB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09773F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0D484B2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"https://www.ncbi.nlm.nih.gov/nuccore/ON419036.1?from=26170&amp;to=26397"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26170..26397</w:t>
      </w:r>
    </w:p>
    <w:p w14:paraId="2979010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22815F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"https://www.ncbi.nlm.nih.gov/nuccore/ON419036.1?from=26170&amp;to=26397"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26170..26397</w:t>
      </w:r>
    </w:p>
    <w:p w14:paraId="76DEC08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A8DC0A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B25BCF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1CE01F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"https://www.ncbi.nlm.nih.gov/protein/2234468613"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UPX35208.1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2EB5E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6052FD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0092B8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"https://www.ncbi.nlm.nih.gov/nuccore/ON419036.1?from=26448&amp;to=27116"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26448..27116</w:t>
      </w:r>
    </w:p>
    <w:p w14:paraId="3AD81E4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00E7F2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"https://www.ncbi.nlm.nih.gov/nuccore/ON419036.1?from=26448&amp;to=27116"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26448..27116</w:t>
      </w:r>
    </w:p>
    <w:p w14:paraId="1730001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77F2EF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538B82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BFE946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"https://www.ncbi.nlm.nih.gov/protein/2234468614"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UPX35209.1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8F14A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3C17DBD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FLYIIKLIFLWLLWPVTLACFVLAAVYRINWITGGIAIAMACLVGLMWLSYFIASFRL</w:t>
      </w:r>
    </w:p>
    <w:p w14:paraId="7A591E6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47F0D6D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D70075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DD6AF1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"https://www.ncbi.nlm.nih.gov/nuccore/ON419036.1?from=27127&amp;to=27312"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27127..27312</w:t>
      </w:r>
    </w:p>
    <w:p w14:paraId="40088DA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32E25C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"https://www.ncbi.nlm.nih.gov/nuccore/ON419036.1?from=27127&amp;to=27312"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27127..27312</w:t>
      </w:r>
    </w:p>
    <w:p w14:paraId="3C6BA69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8E2FF9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775278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47ABC7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"https://www.ncbi.nlm.nih.gov/protein/2234468615"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UPX35210.1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9DDBB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A026F7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0A7C0C3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"https://www.ncbi.nlm.nih.gov/nuccore/ON419036.1?from=27319&amp;to=27684"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27319..27684</w:t>
      </w:r>
    </w:p>
    <w:p w14:paraId="53ED72D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75BB2A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"https://www.ncbi.nlm.nih.gov/nuccore/ON419036.1?from=27319&amp;to=27684"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27319..27684</w:t>
      </w:r>
    </w:p>
    <w:p w14:paraId="73E1262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F827C1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6BDE6B6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ECBE08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"https://www.ncbi.nlm.nih.gov/protein/2234468616"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UPX35211.1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709FC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1AEC39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891CB6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C35D31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"https://www.ncbi.nlm.nih.gov/nuccore/ON419036.1?from=27681&amp;to=27812"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27681..27812</w:t>
      </w:r>
    </w:p>
    <w:p w14:paraId="77EFDF8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86078B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"https://www.ncbi.nlm.nih.gov/nuccore/ON419036.1?from=27681&amp;to=27812"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27681..27812</w:t>
      </w:r>
    </w:p>
    <w:p w14:paraId="380409C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DF7F67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CB68DD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26C58C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"https://www.ncbi.nlm.nih.gov/protein/2234468617"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UPX35212.1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97BFA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5A094A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"https://www.ncbi.nlm.nih.gov/nuccore/ON419036.1?from=27819&amp;to=28184"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27819..28184</w:t>
      </w:r>
    </w:p>
    <w:p w14:paraId="7C73CED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1D2F7D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"https://www.ncbi.nlm.nih.gov/nuccore/ON419036.1?from=27819&amp;to=28184"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27819..28184</w:t>
      </w:r>
    </w:p>
    <w:p w14:paraId="157A653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38AE49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26FBF3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4072BF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"https://www.ncbi.nlm.nih.gov/protein/2234468618"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UPX35213.1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2FA40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38B3E0C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WYIRVGARKSAPLIELCLDEAGSKSPIQYIDIGNYTVSCLPFTINCQEPKLGSLVVRC</w:t>
      </w:r>
    </w:p>
    <w:p w14:paraId="67C31C6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32509F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"https://www.ncbi.nlm.nih.gov/nuccore/ON419036.1?from=28199&amp;to=29449"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28199..29449</w:t>
      </w:r>
    </w:p>
    <w:p w14:paraId="7EFBEFD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22D044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"https://www.ncbi.nlm.nih.gov/nuccore/ON419036.1?from=28199&amp;to=29449"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28199..29449</w:t>
      </w:r>
    </w:p>
    <w:p w14:paraId="3409739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9A4BF0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04222F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4448EB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"https://www.ncbi.nlm.nih.gov/protein/2234468619"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UPX35214.1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23B77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641C71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47F910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CEC757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662421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28E8EF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20EE04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1FBE37F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5F75DF7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"https://www.ncbi.nlm.nih.gov/nuccore/ON419036.1?from=29474&amp;to=29590"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29474..29590</w:t>
      </w:r>
    </w:p>
    <w:p w14:paraId="480A9ED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A7B6F7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"https://www.ncbi.nlm.nih.gov/nuccore/ON419036.1?from=29474&amp;to=29590"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29474..29590</w:t>
      </w:r>
    </w:p>
    <w:p w14:paraId="4C6F591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66BA41D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27CB79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59ADCB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"https://www.ncbi.nlm.nih.gov/protein/2234468620"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UPX35215.1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112244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007BDA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"https://www.ncbi.nlm.nih.gov/nuccore/ON419036.1?from=29525&amp;to=29560"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29525..29560</w:t>
      </w:r>
    </w:p>
    <w:p w14:paraId="64033FB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BAFB14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E310FA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"https://www.ncbi.nlm.nih.gov/nuccore/ON419036.1?from=29545&amp;to=29573"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29545..29573</w:t>
      </w:r>
    </w:p>
    <w:p w14:paraId="4B31E36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3EE355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4824B8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"https://www.ncbi.nlm.nih.gov/nuccore/ON419036.1?from=29644&amp;to=29684" </w:instrTex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A05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29644..29684</w:t>
      </w:r>
    </w:p>
    <w:p w14:paraId="4597BDC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95939D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F0BC05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419036.1"/>
      <w:bookmarkEnd w:id="4"/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20DDE8E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7C3BA01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167A17A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64E9640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68AEAFD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109CA26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640EEDF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2BCCA89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656CDD6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1C77BBB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38697E3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421C3EA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509B6BD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75862B7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373F66A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1652D5E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02E4338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079A195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3DC9E64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05944F4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25B266B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481BEB2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7218FB2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4366F12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5F3E998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7F94652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7AFA2B5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6A5E7BA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1681 tgtgaaaggt ttggattata aagcattcaa acaaattgtt gaatcctgtg gtaattttaa</w:t>
      </w:r>
    </w:p>
    <w:p w14:paraId="45BAB30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2672C29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1BA0441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6E62193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446F8AB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062A2A1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1A9D550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20D3A88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72F4818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291B07D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0D099D0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44DAC78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18263F2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0E52316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023D518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056C474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25F68BD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7E5E9D6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aatgagaggt gctctgccta tacagttgaa ctcggtacag aagtaaatga</w:t>
      </w:r>
    </w:p>
    <w:p w14:paraId="0EC9EDE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73B9431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254F805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75FBE31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5B4501B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015FA13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4CB8D61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69F9BD5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2CE0C1F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457EE08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2F7857D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36CD85F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0598AEB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4D74855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0A2C3E0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5E54BA8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7384D66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4A216BC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7F30ACF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0969AE9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365ADB4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569BDEA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34B9AA0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51BC7D9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4201 gggtcagggt ttaaatggtt acactgtaga ggaggcaaag acagtgctta aaaagtgtaa</w:t>
      </w:r>
    </w:p>
    <w:p w14:paraId="472B331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5F54EC4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57F831B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6798D50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6D30942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7BB0819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3D69888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14A68B5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543B5CB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0460E4D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14372E4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23F7E39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77E1EFD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31BBE85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10CD69F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3365DA3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6571CC3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59B36DE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cggctaactt</w:t>
      </w:r>
    </w:p>
    <w:p w14:paraId="538D468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6DD6DD8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66FCE73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0F3E45B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6304CA6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49D4C9B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034B99E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065CB2C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2D44219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29C87FE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0BDF690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14CD9BF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2EE4D6B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1C0EF2D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048783C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5DD64A2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00E8BEB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7BE90EC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36E9C1A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aaataatata aaaattacag aagaggttgg</w:t>
      </w:r>
    </w:p>
    <w:p w14:paraId="40B676A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ccacacagat ctaatggctg cttatgtaga caattctagt cttactatta agaaacctaa</w:t>
      </w:r>
    </w:p>
    <w:p w14:paraId="32F21EB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tgaattatct agagtattag gtttgaaaac ccttgctact catggtttag ctgctgttaa</w:t>
      </w:r>
    </w:p>
    <w:p w14:paraId="0D9006C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tagtgtccct tgggatacta tagctaatta tgctaagcct tttcttaaca aagttgttag</w:t>
      </w:r>
    </w:p>
    <w:p w14:paraId="695FD22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tacaactact aacatagtta cacggtgttt aaaccgtgtt tgtactaatt atatgcctta</w:t>
      </w:r>
    </w:p>
    <w:p w14:paraId="1C0E43A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6721 tttctttact ttattgctac aattgtgtac ttttactaga agtacaaatt ctagaattaa</w:t>
      </w:r>
    </w:p>
    <w:p w14:paraId="6A45AEC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agcatctatg ccgactacta tagcaaagaa tactgttaag agtgtcggta aattttgtct</w:t>
      </w:r>
    </w:p>
    <w:p w14:paraId="0E4E53E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agaggcttca tttaattatt tgaagtcacc taatttttct aaactgataa atattataat</w:t>
      </w:r>
    </w:p>
    <w:p w14:paraId="6DF6397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ttggttttta ctattaagtg tttgcctagg ttctttaatc tactcaaccg ctgctttagg</w:t>
      </w:r>
    </w:p>
    <w:p w14:paraId="1A081F1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tgttttaatg tctaatttag gcatgccttc ttactgtact ggttacagag aaggctattt</w:t>
      </w:r>
    </w:p>
    <w:p w14:paraId="449D957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gaactctact aatgtcacta ttgcaaccta ctgtactggt tctatacctt gtagtgtttg</w:t>
      </w:r>
    </w:p>
    <w:p w14:paraId="6C7CB7F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tcttagtggt ttagattctt tagacaccta tccttcttta gaaactatac aaattaccat</w:t>
      </w:r>
    </w:p>
    <w:p w14:paraId="07AAA3F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ttcatctttt aaatgggatt taactgcttt tggcttagtt gcagagtggt ttttggcata</w:t>
      </w:r>
    </w:p>
    <w:p w14:paraId="386068A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tattcttttc actaggtttt tctatgtact tggattggct gcaatcatgc aattgttttt</w:t>
      </w:r>
    </w:p>
    <w:p w14:paraId="659CDF6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cagctatttt gcagtacatt ttattagtaa ttcttggctt atgtggttaa taattaatct</w:t>
      </w:r>
    </w:p>
    <w:p w14:paraId="4E329C5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tgtacaaatg gccccgattt cagctatggt tagaatgtac atcttctttg catcatttta</w:t>
      </w:r>
    </w:p>
    <w:p w14:paraId="06A4014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ttatgtatgg aaaagttatg tgcatgttgt agacggttgt aattcatcaa cttgtatgat</w:t>
      </w:r>
    </w:p>
    <w:p w14:paraId="5CD2EF6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gtgttacaaa cgtaatagag caacaagagt cgaatgtaca actattgtta atggtgttag</w:t>
      </w:r>
    </w:p>
    <w:p w14:paraId="2337ACC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aaggtccttt tatgtctatg ctaatggagg taaaggcttt tgcaaactac acaattggaa</w:t>
      </w:r>
    </w:p>
    <w:p w14:paraId="29ECC82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ttgtgttaat tgtgatacat tctgtgctgg tagtacattt attagtgatg aagttgcgag</w:t>
      </w:r>
    </w:p>
    <w:p w14:paraId="7BC85DC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agacttgtca ctacagttta aaagaccaat aaatcctact gaccagtctt cttacatcgt</w:t>
      </w:r>
    </w:p>
    <w:p w14:paraId="50C2B00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tgatagtgtt acagtgaaga atggttccat ccatctttac tttgataaag ctggtcaaaa</w:t>
      </w:r>
    </w:p>
    <w:p w14:paraId="57E7C57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gacttatgaa agacattctc tctctcattt tgttaactta gacaacctga gagctaataa</w:t>
      </w:r>
    </w:p>
    <w:p w14:paraId="718E9C8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cactaaaggt tcattgccta ttaatgttat agtttttgat ggtaaatcaa aatgtgaaga</w:t>
      </w:r>
    </w:p>
    <w:p w14:paraId="0716BE8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atcatctgca aaatcagcgt ctgtttacta cagtcagctt atgtgtcaac ctatactgtt</w:t>
      </w:r>
    </w:p>
    <w:p w14:paraId="0E982DC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actagatcag gcattagtgt ctgatgttgg tgatagtgcg gaagttgcag ttaaaatgtt</w:t>
      </w:r>
    </w:p>
    <w:p w14:paraId="7F20812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tgatgcttac gttaatacgt tttcatcaac ttttaacgta ccaatggaaa aactcaaaac</w:t>
      </w:r>
    </w:p>
    <w:p w14:paraId="1D08BEC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actagttgca actgcagaag ctgaacttgc aaagaatgtg tccttagaca atgtcttatc</w:t>
      </w:r>
    </w:p>
    <w:p w14:paraId="738B452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tacttttatt tcagcagctc ggcaagggtt tgttgattca gatgtagaaa ctaaagatgt</w:t>
      </w:r>
    </w:p>
    <w:p w14:paraId="40EA101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tgttgaatgt cttaaattgt cacatcaatc tgacatagaa gttactggcg atagttgtaa</w:t>
      </w:r>
    </w:p>
    <w:p w14:paraId="6E77168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taactatatg ctcacctata acaaagttga aaacatgaca ccccgtgacc ttggtgcttg</w:t>
      </w:r>
    </w:p>
    <w:p w14:paraId="69A8BF7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tattgactgt agtgcgcgtc atattaatgc gcaggtagca aaaagtcaca acattacttt</w:t>
      </w:r>
    </w:p>
    <w:p w14:paraId="09C5301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gatatggaac gttaaagatt tcatgtcatt gtctgaacaa ctacgaaaac aaatacgtag</w:t>
      </w:r>
    </w:p>
    <w:p w14:paraId="6CD2944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tgctgctaaa aagaataact taccttttaa gttgacatgt gcaactacta gacaagttgt</w:t>
      </w:r>
    </w:p>
    <w:p w14:paraId="658E80C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taatgttgta acaacaaaga tagcacttaa gggtggtaaa attgttaata attggttgaa</w:t>
      </w:r>
    </w:p>
    <w:p w14:paraId="26EEC27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gcagttaatt aaagttacac ttgtgttcct ttttgttgct gctattttct atttaataac</w:t>
      </w:r>
    </w:p>
    <w:p w14:paraId="30A7DC6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acctgttcat gtcatgtcta aacatactga cttttcaagt gaaatcatag gatacaaggc</w:t>
      </w:r>
    </w:p>
    <w:p w14:paraId="32BE13B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tattgatggt ggtgtcactc gtgacatagc atctacagat acttgttttg ctaacaaaca</w:t>
      </w:r>
    </w:p>
    <w:p w14:paraId="4107EA5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tgctgatttt gacacatggt ttagccagcg tggtggtagt tatactaatg acaaagcttg</w:t>
      </w:r>
    </w:p>
    <w:p w14:paraId="67B6CE2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cccattgatt gctgcagtca taacaagaga agtgggtttt gtcgtgcctg gtttgcctgg</w:t>
      </w:r>
    </w:p>
    <w:p w14:paraId="6B10466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cacgatatta cgcacaacta atggtgactt tttgcatttc ttacctagag tttttagtgc</w:t>
      </w:r>
    </w:p>
    <w:p w14:paraId="6A699DC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agttggtaac atctgttaca caccatcaaa acttatagag tacactgact ttgcaacatc</w:t>
      </w:r>
    </w:p>
    <w:p w14:paraId="70D6DCB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agcttgtgtt ttggctgctg aatgtacaat ttttaaagat gcttctggta agccagtacc</w:t>
      </w:r>
    </w:p>
    <w:p w14:paraId="7DDD66B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atattgttat gataccaatg tactagaagg ttctgttgct tatgaaagtt tacgccctga</w:t>
      </w:r>
    </w:p>
    <w:p w14:paraId="31BB44F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cacacgttat gtgctcatgg atggctctat tattcaattt cctaacacct accttgaagg</w:t>
      </w:r>
    </w:p>
    <w:p w14:paraId="7852802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ttctgttaga gtggtaacaa cttttgattc tgagtactgt aggcatggca cttgtgaaag</w:t>
      </w:r>
    </w:p>
    <w:p w14:paraId="100AC3F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atcagaagct ggtgtttgtg tatctactag tggtagatgg gtacttaaca atgattatta</w:t>
      </w:r>
    </w:p>
    <w:p w14:paraId="080BA68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9241 cagatcttta ccaggagttt tctgtggtgt agatgctgta aatttactta ctaatatgtt</w:t>
      </w:r>
    </w:p>
    <w:p w14:paraId="420068C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tacaccacta attcaaccta ttggtgcttt ggacatatca gcatctatag tagctggtgg</w:t>
      </w:r>
    </w:p>
    <w:p w14:paraId="24C15F8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tattgtagct atcgtagtaa catgccttgc ctactatttt atgaggttta gaagagcttt</w:t>
      </w:r>
    </w:p>
    <w:p w14:paraId="297BB7A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tggtgaatac agtcatgtag ttgcctttaa tactttacta ttccttatgt cattcactgt</w:t>
      </w:r>
    </w:p>
    <w:p w14:paraId="0A427A0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actctgttta acaccagttt actcattctt acctggtgtt tattctgtta tttacttgta</w:t>
      </w:r>
    </w:p>
    <w:p w14:paraId="33506D5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cttgacattt tatcttacta atgatgtttc ttttttagca catattcagt ggatggttat</w:t>
      </w:r>
    </w:p>
    <w:p w14:paraId="2F801DD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gttcacacct ttagtacctt tctggataac aattgcttat atcatttgta tttccacaaa</w:t>
      </w:r>
    </w:p>
    <w:p w14:paraId="61059C8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gcatttctat tggttcttta gtaattacct aaagagacgt gtagtcttta atggtgtttc</w:t>
      </w:r>
    </w:p>
    <w:p w14:paraId="2F5264D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ctttagtact tttgaagaag ctgcgctgtg cacctttttg ttaaataaag aaatgtatct</w:t>
      </w:r>
    </w:p>
    <w:p w14:paraId="06F48E9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aaagttgcgt agtgatgtgc tattacctct tacgcaatat aatagatact tagctcttta</w:t>
      </w:r>
    </w:p>
    <w:p w14:paraId="6F0EE69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taataagtac aagtatttta gtggagcaat ggatacaact agctacagag aagctgcttg</w:t>
      </w:r>
    </w:p>
    <w:p w14:paraId="29B0D70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ttgtcatctc gcaaaggctc tcaatgactt cagtaactca ggttctgatg ttctttacca</w:t>
      </w:r>
    </w:p>
    <w:p w14:paraId="00359C1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accaccacaa atctctatca cctcagctgt tttgcagagt ggttttagaa aaatggcatt</w:t>
      </w:r>
    </w:p>
    <w:p w14:paraId="23B18D2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cccatctggt aaagttgagg gttgtatggt acaagtaact tgtggtacaa ctacacttaa</w:t>
      </w:r>
    </w:p>
    <w:p w14:paraId="6D7FC0A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cggtctttgg cttgatgacg tagtttactg tccaagacat gtgatctgca cctctgaaga</w:t>
      </w:r>
    </w:p>
    <w:p w14:paraId="590E4EC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catgcttaac cctaattatg aagatttact cattcgtaag tctaatcata atttcttggt</w:t>
      </w:r>
    </w:p>
    <w:p w14:paraId="14F059F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acaggctggt aatgttcaac tcagggttat tggacattct atgcaaaatt gtgtacttaa</w:t>
      </w:r>
    </w:p>
    <w:p w14:paraId="63B9463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gcttaaggtt gatacagcca atcctaagac acctaagtat aagtttgttc gcattcaacc</w:t>
      </w:r>
    </w:p>
    <w:p w14:paraId="55C820E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aggacagact ttttcagtgt tagcttgtta caatggttca ccatctggtg tttaccaatg</w:t>
      </w:r>
    </w:p>
    <w:p w14:paraId="79A3CF4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tgctatgagg tacaatttca ctattaaggg ttcattcctt aatggttcat gtggtagtgt</w:t>
      </w:r>
    </w:p>
    <w:p w14:paraId="1C52E26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tggttttaac atagattatg actgtgtctc tttttgttac atgcaccata tggaattacc</w:t>
      </w:r>
    </w:p>
    <w:p w14:paraId="32C56C8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aactggagtt catgctggca cagacttaga aggtaacttt tatggacctt ttgttgacag</w:t>
      </w:r>
    </w:p>
    <w:p w14:paraId="5AE062D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gcaaacagca caagcagctg gtacggacac aactattaca gttaatgttt tagcttggtt</w:t>
      </w:r>
    </w:p>
    <w:p w14:paraId="6D3C7AA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gtacgctgct gttataaatg gagacaggtg gtttctcaat cgatttacca caactcttaa</w:t>
      </w:r>
    </w:p>
    <w:p w14:paraId="4439C9A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tgactttaac cttgtggcta tgaagtacaa ttatgaacct ctaacacaag accatgttga</w:t>
      </w:r>
    </w:p>
    <w:p w14:paraId="77FB0BD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catactagga cctctttctg ctcaaactgg aattgccgtt ttagatatgt gtgcttcatt</w:t>
      </w:r>
    </w:p>
    <w:p w14:paraId="750181E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aaaagaatta ctgcaaaatg gtatgaatgg acgtaccata ttgggtagtg ctttattaga</w:t>
      </w:r>
    </w:p>
    <w:p w14:paraId="55E17C9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agatgaattt acaccttttg atgttgttag acaatgctca ggtgttactt tccaaagtgc</w:t>
      </w:r>
    </w:p>
    <w:p w14:paraId="4676A36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agtgaaaaga acaatcaagg gtacacacca ctggttgtta ctcacaattt tgacttcact</w:t>
      </w:r>
    </w:p>
    <w:p w14:paraId="506840E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tttagtttta gtccagagta ctcaatggtc tttgttcttt tttttgtatg aaaatgcctt</w:t>
      </w:r>
    </w:p>
    <w:p w14:paraId="4A8E892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tttacctttt gctatgggta ttattgctat gtctgctttt gcaatgatgt ttgtcaaaca</w:t>
      </w:r>
    </w:p>
    <w:p w14:paraId="59306F9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taagcatgca tttctctgtt tgtttttgtt accttctctt gccactgtag cttattttaa</w:t>
      </w:r>
    </w:p>
    <w:p w14:paraId="3235C63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tatggtctat atgcctgcta gttgggtgat gcgtattatg acatggttgg atatggttga</w:t>
      </w:r>
    </w:p>
    <w:p w14:paraId="5401844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tactagtttt aagctaaaag actgtgttat gtatgcatca gctgtagtgt tactaatcct</w:t>
      </w:r>
    </w:p>
    <w:p w14:paraId="593C1A9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tatgacagca agaactgtgt atgatgatgg tgctaggaga gtgtggacac ttatgaatgt</w:t>
      </w:r>
    </w:p>
    <w:p w14:paraId="71D3FBC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cttgacactc gtttataaag tttattatgg taatgcttta gatcaagcca tttccatgtg</w:t>
      </w:r>
    </w:p>
    <w:p w14:paraId="6C6FBA1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ggctcttata atctctgtta cttctaacta ctcaggtgta gttacaactg tcatgttttt</w:t>
      </w:r>
    </w:p>
    <w:p w14:paraId="1543F83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ggccagaggt gttgttttta tgtgtgttga gtattgccct attttcttca taactggtaa</w:t>
      </w:r>
    </w:p>
    <w:p w14:paraId="6B968F2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tacacttcag tgtataatgc tagtttattg tttcttaggc tatttttgta cttgttactt</w:t>
      </w:r>
    </w:p>
    <w:p w14:paraId="09FDB87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tggcctcttt tgtttactca accgctactt tagactgact cttggtgttt atgattactt</w:t>
      </w:r>
    </w:p>
    <w:p w14:paraId="659A47D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agtttctaca caggagttta gatatatgaa ttcacaggga ctactcccac ccaagaatag</w:t>
      </w:r>
    </w:p>
    <w:p w14:paraId="6AC27C5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catagatgcc ttcaaactca acattaaatt gttgggtgtt ggtggcaaac cttgtatcaa</w:t>
      </w:r>
    </w:p>
    <w:p w14:paraId="4229C84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11761 agtagccact gtacagtcta aaatgtcaga tgtaaagtgc acatcagtag tcttactctc</w:t>
      </w:r>
    </w:p>
    <w:p w14:paraId="57F583D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agttttgcaa caactcagag tagaatcatc atctaaattg tgggctcaat gtgtccagtt</w:t>
      </w:r>
    </w:p>
    <w:p w14:paraId="00CEC6F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acacaatgac attctcttag ctaaagatac tactgaagcc tttgaaaaaa tggtttcact</w:t>
      </w:r>
    </w:p>
    <w:p w14:paraId="17B3A3A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actttctgtt ttgctttcca tgcagggtgc tgtagacata aacaagcttt gtgaagaaat</w:t>
      </w:r>
    </w:p>
    <w:p w14:paraId="619956A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gctggacaac agggcaacct tacaagctat agcctcagag tttagttccc ttccatcata</w:t>
      </w:r>
    </w:p>
    <w:p w14:paraId="529DC04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tgcagctttt gctactgctc aagaagctta tgagcaggct gttgctaatg gtgattctga</w:t>
      </w:r>
    </w:p>
    <w:p w14:paraId="08E6857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agttgttctt aaaaagttga agaagtcttt gaatgtggct aaatctgaat ttgaccgtga</w:t>
      </w:r>
    </w:p>
    <w:p w14:paraId="0E9BE58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tgcagccatg caacgtaagt tggaaaagat ggctgatcaa gctatgaccc aaatgtataa</w:t>
      </w:r>
    </w:p>
    <w:p w14:paraId="0DC0383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acaggctaga tctgaggaca agagggcaaa agttactagt gctatgcaga caatgctttt</w:t>
      </w:r>
    </w:p>
    <w:p w14:paraId="2239723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cactatgctt agaaagttgg ataatgatgc actcaacaac attatcaaca atgcaagaga</w:t>
      </w:r>
    </w:p>
    <w:p w14:paraId="10DF98D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tggttgtgtt cccttgaaca taatacctct tacaacagca gccaaactaa tggttgtcat</w:t>
      </w:r>
    </w:p>
    <w:p w14:paraId="6CF69F4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accagactat aacacatata aaaatacgtg tgatggtaca acatttactt atgcatcagc</w:t>
      </w:r>
    </w:p>
    <w:p w14:paraId="4C48813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attgtgggaa atccaacagg ttgtagatgc agatagtaaa attgttcaac ttagtgaaat</w:t>
      </w:r>
    </w:p>
    <w:p w14:paraId="149102F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tagtatggac aattcaccta atttagcatg gcctcttatt gtaacagctt taagggccaa</w:t>
      </w:r>
    </w:p>
    <w:p w14:paraId="1A2B0F6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ttctgctgtc aaattacaga ataatgagct tagtcctgtt gcactacgac agatgtcttg</w:t>
      </w:r>
    </w:p>
    <w:p w14:paraId="00FB98B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tgctgccggt actacacaaa ctgcttgcac tgatgacaat gcgttagctt actacaacac</w:t>
      </w:r>
    </w:p>
    <w:p w14:paraId="4F1DC52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aacaaaggga ggtaggtttg tacttgcact gttatccgat ttacaggatt tgaaatgggc</w:t>
      </w:r>
    </w:p>
    <w:p w14:paraId="4422010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tagattccct aagagtgatg gaactggtac tatctataca gaactggaac caccttgtag</w:t>
      </w:r>
    </w:p>
    <w:p w14:paraId="678E38E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gtttgttaca gacacaccta aaggtcctaa agtgaagtat ttatacttta ttaaaggatt</w:t>
      </w:r>
    </w:p>
    <w:p w14:paraId="56296A6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aaacaaccta aatagaggta tggtacttgg tagtttagct gccacagtac gtctacaagc</w:t>
      </w:r>
    </w:p>
    <w:p w14:paraId="0DE2E62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tggtaatgca acagaagtgc ctgccaattc aactgtatta tctttctgtg cttttgctgt</w:t>
      </w:r>
    </w:p>
    <w:p w14:paraId="54A3402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agatgctgct aaagcttaca aagattatct agctagtggg ggacaaccaa tcactaattg</w:t>
      </w:r>
    </w:p>
    <w:p w14:paraId="15DFF80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tgttaagatg ttgtgtacac acactggtac tggtcaggca ataacagtca caccggaagc</w:t>
      </w:r>
    </w:p>
    <w:p w14:paraId="4C3BB7D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caatatggat caagaatcct ttggtggtgc atcgtgttgt ctgtactgcc gttgccacat</w:t>
      </w:r>
    </w:p>
    <w:p w14:paraId="2A08273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agatcatcca aatcctaaag gattttgtga cttaaaaggt aagtatgtac aaatacctac</w:t>
      </w:r>
    </w:p>
    <w:p w14:paraId="15D4613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aacttgtgct aatgaccctg tgggttttac acttaaaaac acagtctgta ccgtctgcgg</w:t>
      </w:r>
    </w:p>
    <w:p w14:paraId="0FA2295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tatgtggaaa ggttatggct gtagttgtga tcaactccgc gaacccatgc ttcagtcagc</w:t>
      </w:r>
    </w:p>
    <w:p w14:paraId="5B1998F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tgatgcacaa tcgtttttaa acgggtttgc ggtgtaagtg cagcccgtct tacaccgtgc</w:t>
      </w:r>
    </w:p>
    <w:p w14:paraId="000E472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ggcacaggca ctagtactga tgtcgtatac agggcttttg acatctacaa tgataaagta</w:t>
      </w:r>
    </w:p>
    <w:p w14:paraId="3ECD3E1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gctggttttg ctaaattcct aaaaactaat tgttgtcgct tccaagaaaa ggacgaagat</w:t>
      </w:r>
    </w:p>
    <w:p w14:paraId="62D41A2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gacaatttaa ttgattctta ctttgtagtt aagagacaca ctttctctaa ctaccaacat</w:t>
      </w:r>
    </w:p>
    <w:p w14:paraId="7DFB2B5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gaagaaacaa tttataattt acttaaggat tgtccagctg ttgctaaaca tgacttcttt</w:t>
      </w:r>
    </w:p>
    <w:p w14:paraId="27B9BFA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aagtttagaa tagacggtga catggtacca catatatcac gtcaacgtct tactaaatac</w:t>
      </w:r>
    </w:p>
    <w:p w14:paraId="1BF9716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acaatggcag acctcgtcta tgctttaagg cattttgatg aaggtaattg tgacacatta</w:t>
      </w:r>
    </w:p>
    <w:p w14:paraId="4B808E8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aaagaaatac ttgtcacata caattgttgt gatgatgatt atttcaataa aaaggactgg</w:t>
      </w:r>
    </w:p>
    <w:p w14:paraId="1DE8B28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tatgattttg tagaaaaccc agatatatta cgcgtatacg ccaacttagg tgaacgtgta</w:t>
      </w:r>
    </w:p>
    <w:p w14:paraId="0315A49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cgccaagctt tgttaaaaac agtacaattc tgtgatgcca tgcgaaatgc tggtattgtt</w:t>
      </w:r>
    </w:p>
    <w:p w14:paraId="7057C32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ggtgtactga cattagataa tcaagatctc aatggtaact ggtatgattt cggtgatttc</w:t>
      </w:r>
    </w:p>
    <w:p w14:paraId="71E716B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atacaaacca cgccaggtag tggagttcct gttgtagatt cttattattc attgttaatg</w:t>
      </w:r>
    </w:p>
    <w:p w14:paraId="495EA5E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cctatattaa ccttgaccag ggctttaact gcagagtcac atgttgacac tgacttaaca</w:t>
      </w:r>
    </w:p>
    <w:p w14:paraId="4F1020E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aagccttaca ttaagtggga tttgttaaaa tatgacttca cggaagagag gttaaaactc</w:t>
      </w:r>
    </w:p>
    <w:p w14:paraId="38CC2E4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tttgaccgtt attttaaata ttgggatcag acataccacc caaattgtgt taactgtttg</w:t>
      </w:r>
    </w:p>
    <w:p w14:paraId="0C17BE7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14281 gatgacagat gcattctgca ttgtgcaaac tttaatgttt tattctctac agtgttccca</w:t>
      </w:r>
    </w:p>
    <w:p w14:paraId="05F1E9C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cttacaagtt ttggaccact agtgagaaaa atatttgttg atggtgttcc atttgtagtt</w:t>
      </w:r>
    </w:p>
    <w:p w14:paraId="2CA2C41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tcaactggat accacttcag agagctaggt gttgtacata atcaggatgt aaacttacat</w:t>
      </w:r>
    </w:p>
    <w:p w14:paraId="7B48D0A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agctctagac ttagttttaa ggaattactt gtgtatgctg ctgaccctgc tatgcacgct</w:t>
      </w:r>
    </w:p>
    <w:p w14:paraId="3378DED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gcttctggta atctattact agataaacgc actacgtgct tttcagtagc tgcacttact</w:t>
      </w:r>
    </w:p>
    <w:p w14:paraId="3F09F86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aacaatgttg cttttcaaac tgtcaaaccc ggtaatttta acaaagactt ctatgacttt</w:t>
      </w:r>
    </w:p>
    <w:p w14:paraId="7C8AA15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gctgtgtcta agggtttctt taaggaagga agttctgttg aattaaaaca cttcttcttt</w:t>
      </w:r>
    </w:p>
    <w:p w14:paraId="6D5D5DD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gctcaggatg gtaatgctgc tatcagcgat tatgactact atcgttataa tctaccaaca</w:t>
      </w:r>
    </w:p>
    <w:p w14:paraId="31E651C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atgtgtgata tcagacaact actatttgta gttgaagttg ttgataagta ctttgattgt</w:t>
      </w:r>
    </w:p>
    <w:p w14:paraId="6BDC3A8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tacgatggtg gctgtattaa tgctaaccaa gtcatcgtca acaacctaga caaatcagct</w:t>
      </w:r>
    </w:p>
    <w:p w14:paraId="7ABF055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ggttttccat ttaataaatg gggtaaggct agactttatt atgattcaat gagttatgag</w:t>
      </w:r>
    </w:p>
    <w:p w14:paraId="0D3CDDC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gatcaagatg cacttttcgc atatacaaaa cgtaatgtca tccctactat aactcaaatg</w:t>
      </w:r>
    </w:p>
    <w:p w14:paraId="731603C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aatcttaagt atgccattag tgcaaagaat agagctcgca ccgtagctgg tgtctctatc</w:t>
      </w:r>
    </w:p>
    <w:p w14:paraId="2E9B97E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tgtagtacta tgaccaatag acagtttcat caaaaattat tgaaatcaat agccgccact</w:t>
      </w:r>
    </w:p>
    <w:p w14:paraId="221F2BC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agaggagcta ctgtagtaat tggaacaagc aaattctatg gtggttggca caatatgtta</w:t>
      </w:r>
    </w:p>
    <w:p w14:paraId="20DFF16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aaaactgttt atagtgatgt agaaaaccct caccttatgg gttgggatta tcctaaatgt</w:t>
      </w:r>
    </w:p>
    <w:p w14:paraId="4A3CAA0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gatagagcca tgcctaacat gcttagaatt atggcctcac ttgttcttgc tcgcaaacat</w:t>
      </w:r>
    </w:p>
    <w:p w14:paraId="14547FF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acaacgtgtt gtagcttgtc acaccgtttc tatagattag ctaatgagtg tgctcaagta</w:t>
      </w:r>
    </w:p>
    <w:p w14:paraId="08BD753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ttgagtgaaa tggtcatgtg tggcggttca ctatatgtta aaccaggtgg aacctcatca</w:t>
      </w:r>
    </w:p>
    <w:p w14:paraId="6746234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ggagatgcca caactgctta tgctaatagt gtttttaaca tttgtcaagc tgtcacggcc</w:t>
      </w:r>
    </w:p>
    <w:p w14:paraId="08C36CE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aatgttaatg cacttttatc tactgatggt aacaaaattg ccgataagta tgtccgcaat</w:t>
      </w:r>
    </w:p>
    <w:p w14:paraId="4C34954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ttacaacaca gactttatga gtgtctctat agaaatagag atgttgacac agactttgtg</w:t>
      </w:r>
    </w:p>
    <w:p w14:paraId="1850B99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aatgagtttt acgcatattt gcgtaaacat ttctcaatga tgatactctc tgacgatgct</w:t>
      </w:r>
    </w:p>
    <w:p w14:paraId="6BEB963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gttgtgtgtt tcaatagcac ttatgcatct caaggtctag tggctagcat aaagaacttt</w:t>
      </w:r>
    </w:p>
    <w:p w14:paraId="47ED973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aagtcagttc tttattatca aaacaatgtt tttatgtctg aagcaaaatg ttggactgag</w:t>
      </w:r>
    </w:p>
    <w:p w14:paraId="00CEE27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actgacctta ctaaaggacc tcatgaattt tgctctcaac atacaatgct agttaaacag</w:t>
      </w:r>
    </w:p>
    <w:p w14:paraId="1BD3902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ggtgatgatt atgtgtacct tccttaccca gatccatcaa gaatcctagg ggccggctgt</w:t>
      </w:r>
    </w:p>
    <w:p w14:paraId="1E4E119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tttgtagatg atatcgtaaa aacagatggt acacttatga ttgaacggtt cgtgtcttta</w:t>
      </w:r>
    </w:p>
    <w:p w14:paraId="3405C90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gctatagatg cttacccact tactaaacat cctaatcagg agtatgctga tgtctttcat</w:t>
      </w:r>
    </w:p>
    <w:p w14:paraId="5CFCDFD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ttgtacttac aatacataag aaagctacat gatgagttaa caggacacat gttagacatg</w:t>
      </w:r>
    </w:p>
    <w:p w14:paraId="6C247E0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tattctgtta tgcttactaa tgataacact tcaaggtatt gggaacctga gttttatgag</w:t>
      </w:r>
    </w:p>
    <w:p w14:paraId="4F03D42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gctatgtaca caccgcatac agtcttacag gctgttgggg cttgtgttct ttgcaattca</w:t>
      </w:r>
    </w:p>
    <w:p w14:paraId="60EF58C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cagacttcat taagatgtgg tgcttgcata cgtagaccat tcttatgttg taaatgctgt</w:t>
      </w:r>
    </w:p>
    <w:p w14:paraId="592CA38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tacgaccatg tcatatcaac atcacataaa ttagtcttgt ctgttaatcc gtatgtttgc</w:t>
      </w:r>
    </w:p>
    <w:p w14:paraId="208958F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aatgctccag gttgtgatgt cacagatgtg actcaacttt acttaggagg tatgagctat</w:t>
      </w:r>
    </w:p>
    <w:p w14:paraId="5026D20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tattgtaaat cacataaacc acccattagt tttccattgt gtgctaatgg acaagttttt</w:t>
      </w:r>
    </w:p>
    <w:p w14:paraId="7C54F9C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ggtttatata aaaatacatg tgttggtagc gataatgtta ctgactttaa tgcaattgca</w:t>
      </w:r>
    </w:p>
    <w:p w14:paraId="62FF95A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acatgtgact ggacaaatgc tggtgattac attttagcta acacctgtac tgaaagactc</w:t>
      </w:r>
    </w:p>
    <w:p w14:paraId="021CBE1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aagctttttg cagcagaaac gctcaaagct actgaggaga catttaaact gtcttatggt</w:t>
      </w:r>
    </w:p>
    <w:p w14:paraId="23B49E4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attgctactg tacgtgaagt gctgtctgac agagaattac atctttcatg ggaagttggt</w:t>
      </w:r>
    </w:p>
    <w:p w14:paraId="6329705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aaacctagac caccacttaa ccgaaattat gtctttactg gttatcgtgt aactaaaaac</w:t>
      </w:r>
    </w:p>
    <w:p w14:paraId="47C7F3A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agtaaagtac aaataggaga gtacaccttt gaaaaaggtg actatggtga tgctgttgtt</w:t>
      </w:r>
    </w:p>
    <w:p w14:paraId="5CDB280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16801 taccgaggta caacaactta caaattaaat gttggtgatt attttgtgct gacatcacat</w:t>
      </w:r>
    </w:p>
    <w:p w14:paraId="5E9B96F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acagtaatgc cattaagtgc acctacacta gtgccacaag agcactatgt tagaattact</w:t>
      </w:r>
    </w:p>
    <w:p w14:paraId="11FC712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ggcttatacc caacactcaa tatctcagat gagttttcta gcaatgttgc aaattatcaa</w:t>
      </w:r>
    </w:p>
    <w:p w14:paraId="1C8EC29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aaggttggta tgcaaaagta ttctacactc cagggaccac ctggtactgg taagagtcat</w:t>
      </w:r>
    </w:p>
    <w:p w14:paraId="2BCAC16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tttgctattg gcctagctct ctactaccct tctgctcgca tagtgtatac agcttgctct</w:t>
      </w:r>
    </w:p>
    <w:p w14:paraId="1C6AD4B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catgccgctg ttgatgcact atgtgagaag gcattaaaat atttgcctat agataaatgt</w:t>
      </w:r>
    </w:p>
    <w:p w14:paraId="496EC50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agtagaatta tacctgcacg tgctcgtgta gagtgttttg ataaattcaa agtgaattca</w:t>
      </w:r>
    </w:p>
    <w:p w14:paraId="3989438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acattagaac agtatgtctt ttgtactgta aatgcattgc ctgagacgac agcagatata</w:t>
      </w:r>
    </w:p>
    <w:p w14:paraId="61F095C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gttgtctttg atgaaatttc aatggccaca aattatgatt tgagtgttgt caatgccaga</w:t>
      </w:r>
    </w:p>
    <w:p w14:paraId="65AE667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ttacgtgcta agcactatgt gtacattggc gaccctgctc aattacctgc accacgcaca</w:t>
      </w:r>
    </w:p>
    <w:p w14:paraId="6E9E543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ttgctaacta agggcacact agaaccagaa tatttcaatt cagtgtgtag acttatgaaa</w:t>
      </w:r>
    </w:p>
    <w:p w14:paraId="4B11085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actataggtc cagacatgtt cctcggaact tgtcggcgtt gtcctgctga aattgttgac</w:t>
      </w:r>
    </w:p>
    <w:p w14:paraId="677A978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actgtgagtg ctttggttta tgataataag cttaaagcac ataaagacaa atcagctcaa</w:t>
      </w:r>
    </w:p>
    <w:p w14:paraId="6514C5C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tgctttaaaa tgttttataa gggtgttatc acgcatgatg tttcatctgc aattaacagg</w:t>
      </w:r>
    </w:p>
    <w:p w14:paraId="68F5318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ccacaaatag gcgtggtaag agaattcctt acacgtaacc ctgcttggag aaaagctgtc</w:t>
      </w:r>
    </w:p>
    <w:p w14:paraId="217AAD2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tttatttcac cttataattc acagaatgct gtagcctcaa agattttggg actaccaact</w:t>
      </w:r>
    </w:p>
    <w:p w14:paraId="7A51EDE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caaactgttg attcatcaca gggctcagaa tatgactatg tcatattcac tcaaaccact</w:t>
      </w:r>
    </w:p>
    <w:p w14:paraId="3420F2B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gaaacagctc actcttgtaa tgtaaacaga tttaatgttg ctattaccag agcaaaagta</w:t>
      </w:r>
    </w:p>
    <w:p w14:paraId="6F0B2B4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ggcatacttt gcataatgtc tgatagagac ctttatgaca agttgcaatt tacaagtctt</w:t>
      </w:r>
    </w:p>
    <w:p w14:paraId="1A87CE0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gaaattccac gtaggaatgt ggcaacttta caagctgaaa atgtaacagg actctttaaa</w:t>
      </w:r>
    </w:p>
    <w:p w14:paraId="66F7EC5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gattgtagta aggtaatcac tgggttacat cctacacagg cacctacaca cctcagtgtt</w:t>
      </w:r>
    </w:p>
    <w:p w14:paraId="50327A8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gacactaaat tcaaaactga aggtttatgt gttgacgtac ctggcatacc taaggacatg</w:t>
      </w:r>
    </w:p>
    <w:p w14:paraId="3B9289D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acctatagaa gactcatctc tatgatgggt tttaaaatga attatcaagt taatggttac</w:t>
      </w:r>
    </w:p>
    <w:p w14:paraId="7FBEFB4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cctaacatgt ttatcacccg cgaagaagct ataagacatg tacgtgcatg gattggcttc</w:t>
      </w:r>
    </w:p>
    <w:p w14:paraId="5CBAF4D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gatgtcgagg ggtgtcatgc tactagagaa gctgttggta ccaatttacc tttacagcta</w:t>
      </w:r>
    </w:p>
    <w:p w14:paraId="0B5097E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ggtttttcta caggtgttaa cctagttgct gtacctacag gttatgttga tacacctaat</w:t>
      </w:r>
    </w:p>
    <w:p w14:paraId="2DE1508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aatacagatt tttccagagt tagtgctaaa ccaccgcctg gagatcaatt taaacacctc</w:t>
      </w:r>
    </w:p>
    <w:p w14:paraId="37DB981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ataccactta tgtacaaagg acttccttgg aatgtagtgc gtataaagat tgtacaaatg</w:t>
      </w:r>
    </w:p>
    <w:p w14:paraId="7E67BCD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ttaagtgaca cacttaaaaa tctctctgac agagtcgtat ttgtcttatg ggcacatggc</w:t>
      </w:r>
    </w:p>
    <w:p w14:paraId="6CC5882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tttgagttga catctatgaa gtattttgtg aaaataggac ctgagcgcac ctgttgtcta</w:t>
      </w:r>
    </w:p>
    <w:p w14:paraId="71055BF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tgtgatagac gtgccacatg cttttccact gcttcagaca cttatgcctg ttggcatcat</w:t>
      </w:r>
    </w:p>
    <w:p w14:paraId="75A51EA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tctattggat ttgattacgt ctataatccg tttatgattg atgttcaaca atggggtttt</w:t>
      </w:r>
    </w:p>
    <w:p w14:paraId="5A96522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acaggtaacc tacaaagcaa ccatgatctg tattgtcaag tccatggtaa tgcacatgta</w:t>
      </w:r>
    </w:p>
    <w:p w14:paraId="53DB49E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gctagttgtg atgcaatcat gactaggtgt ctagctgtcc acgagtgctt tgttaagcgt</w:t>
      </w:r>
    </w:p>
    <w:p w14:paraId="1EAF470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gttgactgga ctattgaata tcctataatt ggtgatgaac tgaagattaa tgcggcttgt</w:t>
      </w:r>
    </w:p>
    <w:p w14:paraId="45440FF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agaaaggttc aacacatggt tgttaaagct gcattattag cagacaaatt cccagttctt</w:t>
      </w:r>
    </w:p>
    <w:p w14:paraId="5F2624D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cacgacattg gtaaccctaa agctattaag tgtgtacctc aagctgatgt agaatggaag</w:t>
      </w:r>
    </w:p>
    <w:p w14:paraId="5560345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ttctatgatg cacagccttg tagtgacaaa gcttataaaa tagaagaatt attctattct</w:t>
      </w:r>
    </w:p>
    <w:p w14:paraId="66C46DC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tatgccacac attctgacaa attcacagat ggtgtatgcc tattttggaa ttgcaatgtc</w:t>
      </w:r>
    </w:p>
    <w:p w14:paraId="18B36CE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gatagatatc ctgctaattc cattgtttgt agatttgaca ctagagtgct atctaacctt</w:t>
      </w:r>
    </w:p>
    <w:p w14:paraId="3665304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aacttgcctg gttgtgatgg tggcagtttg tatgtaaata aacatgcatt ccacacacca</w:t>
      </w:r>
    </w:p>
    <w:p w14:paraId="62F92E1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gcttttgata aaagtgcttt tgttaattta aaacaattac catttttcta ttactctgac</w:t>
      </w:r>
    </w:p>
    <w:p w14:paraId="0C6AFC1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19321 agtccatgtg agtctcatgg aaaacaagta gtgtcagata tagattatgt accactaaag</w:t>
      </w:r>
    </w:p>
    <w:p w14:paraId="7F557A8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tctgctacgt gtataacacg ttgcaattta ggtggtgctg tctgtagaca tcatgctaat</w:t>
      </w:r>
    </w:p>
    <w:p w14:paraId="0D4AA97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gagtacagat tgtatctcga tgcttataac atgatgatct cagctggctt tagcttgtgg</w:t>
      </w:r>
    </w:p>
    <w:p w14:paraId="04552AC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gtttacaaac aatttgatac ttataacctc tggaacactt ttacaagact tcagagttta</w:t>
      </w:r>
    </w:p>
    <w:p w14:paraId="5257E71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gaaaatgtgg cttttaatgt tgtaaataag ggacactttg atggacaaca gggtgaagta</w:t>
      </w:r>
    </w:p>
    <w:p w14:paraId="114A524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ccagtttcta tcattaataa cactgtttac acaaaagttg atggtgttga tgtagaattg</w:t>
      </w:r>
    </w:p>
    <w:p w14:paraId="6B43223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tttgaaaata aaacaacatt acctgttaat gtagcatttg agctttgggc taagcgcaac</w:t>
      </w:r>
    </w:p>
    <w:p w14:paraId="0985841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attaaaccag taccagaggt gaaaatactc aataatttgg gtgtggacat tgctgctaat</w:t>
      </w:r>
    </w:p>
    <w:p w14:paraId="6227FDB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actgtgatct gggactacaa aagagatgct ccagcacata tatctactat tggtgtttgt</w:t>
      </w:r>
    </w:p>
    <w:p w14:paraId="333CBC7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tctatgactg acatagccaa gaaaccaact gaaacgattt gtgcaccact cactgtcttt</w:t>
      </w:r>
    </w:p>
    <w:p w14:paraId="3C1694B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tttgatggta gagttgatgg tcaagtagac ttatttagaa atgcccgtaa tggtgttctt</w:t>
      </w:r>
    </w:p>
    <w:p w14:paraId="495423D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attacagaag gtagtgttaa aggtttacaa ccatctgtag gtcccaaaca agctagtctt</w:t>
      </w:r>
    </w:p>
    <w:p w14:paraId="3BF0F15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aatggagtca cattaattgg agaagccgta aaaacacagt tcaattatta taagaaagtt</w:t>
      </w:r>
    </w:p>
    <w:p w14:paraId="25683DF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gatggtgttg tccaacaatt acctgaaact tactttactc agagtagaaa tttacaagaa</w:t>
      </w:r>
    </w:p>
    <w:p w14:paraId="2B1E545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tttaaaccca ggagtcaaat ggaaattgat ttcttagaat tagctatgga tgaattcatt</w:t>
      </w:r>
    </w:p>
    <w:p w14:paraId="45969A7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gaacggtata aattagaagg ctatgccttc gaacatatcg tttatggaga ttttagtcat</w:t>
      </w:r>
    </w:p>
    <w:p w14:paraId="3DB0DA0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agtcagttag gtggtttaca tctactgatt ggactagcta aacgttttaa ggaatcacct</w:t>
      </w:r>
    </w:p>
    <w:p w14:paraId="44A89EE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tttgaattag aagattttat tcctatggac agtacagtta aaaactattt cataacagat</w:t>
      </w:r>
    </w:p>
    <w:p w14:paraId="13E5AAE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gcgcaaacag gttcatctaa gtgtgtgtgt tctgttattg atttattact tgatgatttt</w:t>
      </w:r>
    </w:p>
    <w:p w14:paraId="6CDA8B0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gttgaaataa taaaatccca agatttatct gtagtttcta aggttgtcaa agtgactatt</w:t>
      </w:r>
    </w:p>
    <w:p w14:paraId="17156CD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gactatacag aaatttcatt tatgctttgg tgtaaagatg gccatgtaga aacattttac</w:t>
      </w:r>
    </w:p>
    <w:p w14:paraId="2BFCEBA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ccaaaattac aatctagtca agcgtggcaa ccgggtgttg ctatgcctaa tctttacaaa</w:t>
      </w:r>
    </w:p>
    <w:p w14:paraId="20E8B84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atgcaaagaa tgctattaga aaagtgtgac cttcaaaatt atggtgatag tgcaacatta</w:t>
      </w:r>
    </w:p>
    <w:p w14:paraId="1AF1B95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cctaaaggca taatgatgaa tgtcgcaaaa tatactcaac tgtgtcaata tttaaacaca</w:t>
      </w:r>
    </w:p>
    <w:p w14:paraId="465FC74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ttaacattag ctgtacccta taatatgaga gttatacatt ttggtgctgg ttctgataaa</w:t>
      </w:r>
    </w:p>
    <w:p w14:paraId="636D8B2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ggagttgcac caggtacagc tgttttaaga cagtggttgc ctacgggtac gctgcttgtc</w:t>
      </w:r>
    </w:p>
    <w:p w14:paraId="7C7FF0C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gattcagatc ttaatgactt tgtctctgat gcagattcaa ctttgattgg tgattgtgca</w:t>
      </w:r>
    </w:p>
    <w:p w14:paraId="53457A3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actgtacata cagctaataa atgggatctc attattagtg atatgtacga ccctaagact</w:t>
      </w:r>
    </w:p>
    <w:p w14:paraId="2B6F053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aaaaatgtta caaaagaaaa tgactctaaa gagggttttt tcacttacat ttgtgggttt</w:t>
      </w:r>
    </w:p>
    <w:p w14:paraId="5D2822B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atacaacaaa agctagctct tggaggttcc gtggctataa agataacaga acattcttgg</w:t>
      </w:r>
    </w:p>
    <w:p w14:paraId="67C98DF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aatgctgatc tttataagct catgggacac ttcgcatggt ggacagcctt tgttactaat</w:t>
      </w:r>
    </w:p>
    <w:p w14:paraId="3A59213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gtgaatgcgt catcatctga agcattttta attggatgta attatcttgg caaaccacgc</w:t>
      </w:r>
    </w:p>
    <w:p w14:paraId="085D047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gaacaaatag atggttatgt catgcatgca aattacatat tttggaggaa tacaaatcca</w:t>
      </w:r>
    </w:p>
    <w:p w14:paraId="7380306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attcagttgt cttcctattc tttatttgac atgagtaaat ttccccttaa attaaggggt</w:t>
      </w:r>
    </w:p>
    <w:p w14:paraId="17CCBE1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actgctgtta tgtctttaaa agaaggtcaa atcaatgata tgattttatc tcttcttagt</w:t>
      </w:r>
    </w:p>
    <w:p w14:paraId="24A59C3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aaaggtagac ttataattag agaaaacaac agagttgtta tttctagtga tgttcttgtt</w:t>
      </w:r>
    </w:p>
    <w:p w14:paraId="00671A1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aacaactaaa cgaacaatgt ttgtttttct tgttttattg ccactagtct ctagtcagtg</w:t>
      </w:r>
    </w:p>
    <w:p w14:paraId="0E5FAC1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tgttaatctt acaaccagaa ctcaattacc ccctgcatac actaattctt tcacacgtgg</w:t>
      </w:r>
    </w:p>
    <w:p w14:paraId="075A6EE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tgtttattac cctgacaaag ttttcagatc ctcagtttta cattcaactc aggacttgtt</w:t>
      </w:r>
    </w:p>
    <w:p w14:paraId="335DC67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cttacctttc ttttccaatg ttacttggtt ccatgttatc tctgggacca atggtactaa</w:t>
      </w:r>
    </w:p>
    <w:p w14:paraId="2F932C0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ccattgagaa</w:t>
      </w:r>
    </w:p>
    <w:p w14:paraId="3C0E184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03C6846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21841 acttattgtt aataacgcta ctaatgttgt tattaaagtc tgtgaatttc aattttgtaa</w:t>
      </w:r>
    </w:p>
    <w:p w14:paraId="71D1719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ttggaccaca aaaacaacaa aagttggatg gaaagtgagt tcagagttta</w:t>
      </w:r>
    </w:p>
    <w:p w14:paraId="0AFFFE2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ttctagtgcg aataattgca cttttgaata tgtctctcag ccttttctta tggaccttga</w:t>
      </w:r>
    </w:p>
    <w:p w14:paraId="19C61CE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aggaaaacag ggtaatttca aaaatcttag ggaatttgtg tttaagaata ttgatggtta</w:t>
      </w:r>
    </w:p>
    <w:p w14:paraId="604E76C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ttttaaaata tattctaagc acacgcctat tatagtgcgt gagccagaag atctccctca</w:t>
      </w:r>
    </w:p>
    <w:p w14:paraId="3D2F42A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gggtttttcg gctttagaac cattggtaga tttgccaata ggtattaaca tcactaggtt</w:t>
      </w:r>
    </w:p>
    <w:p w14:paraId="591CC76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tcaaacttta cttgctttac atagaagtta tttgactcct ggtgattctt cttcaggttg</w:t>
      </w:r>
    </w:p>
    <w:p w14:paraId="401A7FE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gacagctggt gctgcagctt attatgtggg ttatcttcaa cctaggactt ttctattaaa</w:t>
      </w:r>
    </w:p>
    <w:p w14:paraId="53A89CD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atataatgaa aatggaacca ttacagatgc tgtagactgt gcacttgacc ctctctcaga</w:t>
      </w:r>
    </w:p>
    <w:p w14:paraId="06952C7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aacaaagtgt acgttgaaat ccttcactgt agaaaaagga atctatcaaa cttctaactt</w:t>
      </w:r>
    </w:p>
    <w:p w14:paraId="23D679B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tagagtccaa ccaacagaat ctattgttag atttcctaat attacaaact tgtgcccttt</w:t>
      </w:r>
    </w:p>
    <w:p w14:paraId="7609123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tgatgaagtt tttaacgcca ccaaatttgc atctgtttat gcttggaaca ggaagagaat</w:t>
      </w:r>
    </w:p>
    <w:p w14:paraId="550C978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cagcaactgt gttgctgatt attctgtcct atataatttc gcaccatttt tcgcttttaa</w:t>
      </w:r>
    </w:p>
    <w:p w14:paraId="5F1EF8D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gtgttatgga gtgtctccta ctaaattaaa tgatctctgc tttactaatg tctatgcaga</w:t>
      </w:r>
    </w:p>
    <w:p w14:paraId="423CB97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ttcatttgta attagaggta atgaagtcag ccaaatcgct ccagggcaaa ctggaaatat</w:t>
      </w:r>
    </w:p>
    <w:p w14:paraId="2EA45CB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tgctgattat aattataaat taccagatga ttttacaggc tgcgttatag cttggaattc</w:t>
      </w:r>
    </w:p>
    <w:p w14:paraId="728547F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taacaagctt gattctaagg ttagtggtaa ttataattac ctgtatagat tgtttaggaa</w:t>
      </w:r>
    </w:p>
    <w:p w14:paraId="7E27DCF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gtctaatctc aaaccttttg agagagatat ttcaactgaa atctatcagg ccggtaacaa</w:t>
      </w:r>
    </w:p>
    <w:p w14:paraId="5A55267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accttgtaat ggtgttgcag gttttaattg ttactttcct ttacgatcat atagtttccg</w:t>
      </w:r>
    </w:p>
    <w:p w14:paraId="0FB2176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acccacttat ggtgttggtc accaaccata cagagtagta gtactttctt ttgaacttct</w:t>
      </w:r>
    </w:p>
    <w:p w14:paraId="3E3962C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acatgcacca gcaactgttt gtggacctaa aaagtctact aatttggtta aaaacaaatg</w:t>
      </w:r>
    </w:p>
    <w:p w14:paraId="3A9020C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tgtcaatttc aacttcaatg gtttaaaagg cacaggtgtt cttactgagt ctaacaaaaa</w:t>
      </w:r>
    </w:p>
    <w:p w14:paraId="46461EA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gtttctgcct ttccaacaat ttggcagaga cattgctgac actactgatg ctgtccgtga</w:t>
      </w:r>
    </w:p>
    <w:p w14:paraId="0B12B48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tccacagaca cttgagattc ttgacattac accatgttct tttggtggtg tcagtgttat</w:t>
      </w:r>
    </w:p>
    <w:p w14:paraId="67A459E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aacaccagga acaaatactt ctaaccaggt tgctgttctt tatcagggtg ttaactgcac</w:t>
      </w:r>
    </w:p>
    <w:p w14:paraId="271B1D3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agaagtccct gttgctattc atgcagatca acttactcct acttggcgtg tttattctac</w:t>
      </w:r>
    </w:p>
    <w:p w14:paraId="563B7B7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aggttctaat gtttttcaaa cacgtgcagg ctgtttaata ggggctgaat atgtcaacaa</w:t>
      </w:r>
    </w:p>
    <w:p w14:paraId="42FCC44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ctcatatgag tgtgacatac ccattggtgc aggtatatgc gctagttatc agactcagac</w:t>
      </w:r>
    </w:p>
    <w:p w14:paraId="760279C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taagtctcat cggcgggcac gtagtgtagc tagtcaatcc atcattgcct acactatgtc</w:t>
      </w:r>
    </w:p>
    <w:p w14:paraId="5807E5D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acttggtgca gaaaattcag ttgcttactc taataactct attgccatac ccacaaattt</w:t>
      </w:r>
    </w:p>
    <w:p w14:paraId="420A769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tactattagt gttaccacag aaattctacc agtgtctatg accaagacat cagtagattg</w:t>
      </w:r>
    </w:p>
    <w:p w14:paraId="2674BC9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tacaatgtac atttgtggtg attcaactga atgcagcaat cttttgttgc aatatggcag</w:t>
      </w:r>
    </w:p>
    <w:p w14:paraId="677329F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tttttgtaca caattaaaac gtgctttaac tggaatagct gttgaacaag acaaaaacac</w:t>
      </w:r>
    </w:p>
    <w:p w14:paraId="481CFAE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ccaagaagtt tttgcacaag tcaaacaaat ttacaaaaca ccaccaatta aatattttgg</w:t>
      </w:r>
    </w:p>
    <w:p w14:paraId="1AD1A55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tggttttaat ttttcacaaa tattaccaga tccatcaaaa ccaagcaaga ggtcatttat</w:t>
      </w:r>
    </w:p>
    <w:p w14:paraId="77C1C4E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tgaagatcta cttttcaaca aagtgacact tgcagatgct ggcttcatca aacaatatgg</w:t>
      </w:r>
    </w:p>
    <w:p w14:paraId="5FAB2C1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tgattgcctt ggtgatattg ctgctagaga cctcatttgt gcacaaaagt ttaaaggcct</w:t>
      </w:r>
    </w:p>
    <w:p w14:paraId="44C6DF9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tactgttttg ccacctttgc tcacagatga aatgattgct caatacactt ctgcactgtt</w:t>
      </w:r>
    </w:p>
    <w:p w14:paraId="1C7CAC6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agcgggtaca atcacttctg gttggacctt tggtgcaggt gctgcattac aaataccatt</w:t>
      </w:r>
    </w:p>
    <w:p w14:paraId="75EDB6C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tgctatgcaa atggcttata ggtttaatgg tattggagtt acacagaatg ttctctatga</w:t>
      </w:r>
    </w:p>
    <w:p w14:paraId="3B89598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gaaccaaaaa ttgattgcca accaatttaa tagtgctatt ggcaaaattc aagactcact</w:t>
      </w:r>
    </w:p>
    <w:p w14:paraId="1F3BEE6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ttcttccaca gcaagtgcac ttggaaaact tcaagatgtg gtcaaccata atgcacaagc</w:t>
      </w:r>
    </w:p>
    <w:p w14:paraId="5935A9E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24361 tttaaacacg cttgttaaac aacttagctc caaatttggt gcaatttcaa gtgttttaaa</w:t>
      </w:r>
    </w:p>
    <w:p w14:paraId="7AC3DD8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tgatatcttt tcacgtcttg acaaagttga ggctgaagtg caaattgata ggttgatcac</w:t>
      </w:r>
    </w:p>
    <w:p w14:paraId="47158ED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aggcagactt caaagtttgc agacatatgt gactcaacaa ttaattagag ctgcagaaat</w:t>
      </w:r>
    </w:p>
    <w:p w14:paraId="21163E1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cagagcttct gctaatcttg ctgctactaa aatgtcagag tgtgtacttg gacaatcaaa</w:t>
      </w:r>
    </w:p>
    <w:p w14:paraId="6D593D6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aagagttgat ttttgtggaa agggctatca tcttatgtcc ttccctcagt cagcacctca</w:t>
      </w:r>
    </w:p>
    <w:p w14:paraId="139600C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tggtgtagtc ttcttgcatg tgacttatgt ccctgcacaa gaaaagaact tcacaactgc</w:t>
      </w:r>
    </w:p>
    <w:p w14:paraId="7CA869B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tcctgccatt tgtcatgatg gaaaagcaca ctttcctcgt gaaggtgtct ttgtttcaaa</w:t>
      </w:r>
    </w:p>
    <w:p w14:paraId="63ED989B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tggcacacac tggtttgtaa cacaaaggaa tttttatgaa ccacaaatca ttactacaga</w:t>
      </w:r>
    </w:p>
    <w:p w14:paraId="2D04527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caacacattt gtgtctggta actgtgatgt tgtaatagga attgtcaaca acacagttta</w:t>
      </w:r>
    </w:p>
    <w:p w14:paraId="19DB949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tgatcctttg caacctgaat tagattcatt caaggaggag ttagataaat attttaagaa</w:t>
      </w:r>
    </w:p>
    <w:p w14:paraId="17E1238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tcatacatca ccagatgttg atttaggtga catctctggc attaatgctt cagttgtaaa</w:t>
      </w:r>
    </w:p>
    <w:p w14:paraId="331CB96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cattcaaaaa gaaattgacc gcctcaatga ggttgccaag aatttaaatg aatctctcat</w:t>
      </w:r>
    </w:p>
    <w:p w14:paraId="70006EB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cgatctccaa gaacttggaa agtatgagca gtatataaaa tggccatggt acatttggct</w:t>
      </w:r>
    </w:p>
    <w:p w14:paraId="5BA4505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aggttttata gctggcttga ttgccatagt aatggtgaca attatgcttt gctgtatgac</w:t>
      </w:r>
    </w:p>
    <w:p w14:paraId="49AA651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cagttgctgt agttgtctca agggctgttg ttcttgtgga tcctgctgca aatttgatga</w:t>
      </w:r>
    </w:p>
    <w:p w14:paraId="28F4A3C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agacgactct gagccagtgc tcaaaggagt caaattacat tacacataaa cgaacttatg</w:t>
      </w:r>
    </w:p>
    <w:p w14:paraId="4C3CF31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gatttgttta tgagaatctt cacaattgga actgtaactt tgaagcaagg tgaaatcaag</w:t>
      </w:r>
    </w:p>
    <w:p w14:paraId="5947CB9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gatgctactc cttcagattt tgttcgcgct actgcaacga taccgataca agcctcactc</w:t>
      </w:r>
    </w:p>
    <w:p w14:paraId="32597BA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cctttcggat ggcttattgt tggcgttgca cttcttgctg tttttcagag cgcttccaaa</w:t>
      </w:r>
    </w:p>
    <w:p w14:paraId="2DEA7B4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atcataactc tcaaaaagag atggcaacta gcactctcca agggtgttca ctttgtttgc</w:t>
      </w:r>
    </w:p>
    <w:p w14:paraId="178948E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aacttgctgt tgttgtttgt aacagtttac tcacaccttt tgctcgttgc tgctggcctt</w:t>
      </w:r>
    </w:p>
    <w:p w14:paraId="08BEE9D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gaagcccctt ttctctatct ttatgcttta gtctacttct tgcagagtat aaactttgta</w:t>
      </w:r>
    </w:p>
    <w:p w14:paraId="1F1E873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agaataataa tgaggctttg gctttgctgg aaatgccgtt ccaaaaaccc attactttat</w:t>
      </w:r>
    </w:p>
    <w:p w14:paraId="71374C0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gatgccaact attttctttg ctggcatact aattgttacg actattgtat accttacaat</w:t>
      </w:r>
    </w:p>
    <w:p w14:paraId="716DC2E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agtgtaactt cttcaattgt cattacttca ggtgatggca caacaagtcc tatttctgaa</w:t>
      </w:r>
    </w:p>
    <w:p w14:paraId="1ADBD21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catgactacc agattggtgg ttatactgaa aaatgggaat ctggagtaaa agactgtgtt</w:t>
      </w:r>
    </w:p>
    <w:p w14:paraId="7E17AE0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gtattacaca gttacttcac ttcagactat taccagctgt actcaactca attgagtaca</w:t>
      </w:r>
    </w:p>
    <w:p w14:paraId="6D7BE4B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gacactggtg ttgaacatgt taccttcttc atctacaata aaattgttga tgagcctgaa</w:t>
      </w:r>
    </w:p>
    <w:p w14:paraId="4501ED5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gaacatgtcc aaattcacac aatcgacggt tcatccggag ttgttaatcc agtaatggaa</w:t>
      </w:r>
    </w:p>
    <w:p w14:paraId="75FBDB2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ccaatttatg atgaaccgac gacgactact agcgtgcctt tgtaagcaca agctgatgag</w:t>
      </w:r>
    </w:p>
    <w:p w14:paraId="5A1272B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tacgaactta tgtactcatt cgtttcggaa gagataggta cgttaatagt taatagcgta</w:t>
      </w:r>
    </w:p>
    <w:p w14:paraId="10C83F9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cttctttttc ttgctttcgt ggtattcttg ctagttacac tagccatcct tactgcgctt</w:t>
      </w:r>
    </w:p>
    <w:p w14:paraId="6D3C143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cgattgtgtg cgtactgctg caatattgtt aacgtgagtc ttgtaaaacc ttctttttac</w:t>
      </w:r>
    </w:p>
    <w:p w14:paraId="34DF663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gtttactctc gtgttaaaaa tctgaattct tctagagttc ctgatcttct ggtctaaacg</w:t>
      </w:r>
    </w:p>
    <w:p w14:paraId="7960C0F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aactaaatat tatattagtt tttctgtttg gaactttaat tttagccatg gcaggttcca</w:t>
      </w:r>
    </w:p>
    <w:p w14:paraId="0FD7A90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acggtactat taccgttgaa gagcttaaaa agctccttga agaatggaac ctagtaatag</w:t>
      </w:r>
    </w:p>
    <w:p w14:paraId="5F7C87E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gtttcctatt ccttacatgg atttgtcttc tacaatttgc ctatgccaac aggaataggt</w:t>
      </w:r>
    </w:p>
    <w:p w14:paraId="477757C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ttttgtatat aattaagtta attttcctct ggctgttatg gccagtaact ttagcttgtt</w:t>
      </w:r>
    </w:p>
    <w:p w14:paraId="486F4E7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ttgtgcttgc tgctgtttac agaataaatt ggatcaccgg tggaattgct atcgcaatgg</w:t>
      </w:r>
    </w:p>
    <w:p w14:paraId="7122685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cttgtcttgt aggcttgatg tggctcagct acttcattgc ttctttcaga ctgtttgcgc</w:t>
      </w:r>
    </w:p>
    <w:p w14:paraId="500A09D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gtacgcgttc catgtggtca ttcaatccag aaactaacat tcttctcaac gtgccactcc</w:t>
      </w:r>
    </w:p>
    <w:p w14:paraId="2C28E33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atggcactat tctgaccaga ccgcttctag aaagtgaact cgtaatcgga gctgtgatcc</w:t>
      </w:r>
    </w:p>
    <w:p w14:paraId="37A1617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26881 ttcgtggaca tcttcgtatt gctggacacc atctaggacg ctgtgacatc aaggacctgc</w:t>
      </w:r>
    </w:p>
    <w:p w14:paraId="4525CE3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ctaaagaaat cactgttgct acatcacgaa cgctttctta ttacaaattg ggagcttcgc</w:t>
      </w:r>
    </w:p>
    <w:p w14:paraId="566479E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agcgtgtagc aggtgactca ggttttgctg catacagtcg ctacaggatt ggcaactata</w:t>
      </w:r>
    </w:p>
    <w:p w14:paraId="67A58B0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aattaaacac agaccattcc agtagcagtg acaatattgc tttgcttgta cagtaagtga</w:t>
      </w:r>
    </w:p>
    <w:p w14:paraId="54D36BE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caacagatgt ttcatctcgt tgactttcag gttactatag cagagatatt actaattatt</w:t>
      </w:r>
    </w:p>
    <w:p w14:paraId="4DDF470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atgcggactt ttaaagtttc catttggaat cttgattaca tcataaacct cataattaaa</w:t>
      </w:r>
    </w:p>
    <w:p w14:paraId="09B47D4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aatttatcta agtcactaac tgagaataaa tattctcaat tagatgaaga gcaaccaatg</w:t>
      </w:r>
    </w:p>
    <w:p w14:paraId="6C38082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gagattgatt aaacgaacat gaaaattatt cttttcttgg cactgataac actcgctact</w:t>
      </w:r>
    </w:p>
    <w:p w14:paraId="3C9DB2C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tgtgagcttt atcactacca agagtgtgtt agaggtacaa cagtactttt aaaagaacct</w:t>
      </w:r>
    </w:p>
    <w:p w14:paraId="08E185B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tgctcttctg gaacatacga gggcaattca ccatttcatc ctctagctga taacaaattt</w:t>
      </w:r>
    </w:p>
    <w:p w14:paraId="4ED49BF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gcactgactt gctttagcac tcaatttgct tttgcttgtc ctgacggcgt aaaacacgtc</w:t>
      </w:r>
    </w:p>
    <w:p w14:paraId="4D71548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tatcagttac gtgccagatc agtttcacct aaactgttca tcagacaaga ggaagttcaa</w:t>
      </w:r>
    </w:p>
    <w:p w14:paraId="0FC4EFE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gaactttact ctccaatttt tcttattgtt gcggcaatag tgtttataac actttgcttc</w:t>
      </w:r>
    </w:p>
    <w:p w14:paraId="113331A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acactcaaaa gaaagacaga atgattgaac tttcattaat tgacttctat ttgtgctttt</w:t>
      </w:r>
    </w:p>
    <w:p w14:paraId="7403AB6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tagcctttct gttattcctt gttttaatta tgcttattat cttttggttc tcacttgaac</w:t>
      </w:r>
    </w:p>
    <w:p w14:paraId="4BD2836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tgcaagatca taatgaaact tgtcacgcct aaacgaacat gaaatttctt gttttcttag</w:t>
      </w:r>
    </w:p>
    <w:p w14:paraId="6608C8A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gaatcatcac aactgtagct gcatttcacc aagaatgtag tttacagtca tgtactcaac</w:t>
      </w:r>
    </w:p>
    <w:p w14:paraId="7A07C47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atcaaccata tgtagttgat gacccgtgtc ctattcactt ctattctaaa tggtatatta</w:t>
      </w:r>
    </w:p>
    <w:p w14:paraId="1709738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gagtaggagc tagaaaatca gcacctttaa ttgaattgtg cttggatgag gctggttcta</w:t>
      </w:r>
    </w:p>
    <w:p w14:paraId="60A201F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aatcacccat tcagtacatc gatatcggta attatacagt ttcctgttta ccttttacaa</w:t>
      </w:r>
    </w:p>
    <w:p w14:paraId="42317D13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ttaattgcca ggaacctaaa ttgggtagtc ttgtagtgcg ttgttcgttc tatgaagact</w:t>
      </w:r>
    </w:p>
    <w:p w14:paraId="7F982BC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ttttagagta tcatgacgtt cgtgttgttt tagatttcat ctaaacgaac aaacttaaat</w:t>
      </w:r>
    </w:p>
    <w:p w14:paraId="0BD43E0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gtctgataat ggaccccaaa atcagcgaaa tgcactccgc attacgtttg gtggaccctc</w:t>
      </w:r>
    </w:p>
    <w:p w14:paraId="685C1FA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agattcaact ggcagtaacc agaatggtgg ggcgcgatca aaacaacgtc ggccccaagg</w:t>
      </w:r>
    </w:p>
    <w:p w14:paraId="313741B4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tttacccaat aatactgcgt cttggttcac cgctctcact caacatggca aggaagacct</w:t>
      </w:r>
    </w:p>
    <w:p w14:paraId="2FE06FC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taaattccct cgaggacaag gcgttccaat taacaccaat agcagtccag atgaccaaat</w:t>
      </w:r>
    </w:p>
    <w:p w14:paraId="502D19E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tggctactac cgaagagcta ccagacgaat tcgtggtggt gacggtaaaa tgaaagatct</w:t>
      </w:r>
    </w:p>
    <w:p w14:paraId="6D46BED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cagtccaaga tggtatttct actacctagg aactgggcca gaagctggac ttccctatgg</w:t>
      </w:r>
    </w:p>
    <w:p w14:paraId="4E14A38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tgctaacaaa gacggcatca tatgggttgc aactgaggga gccttgaata caccaaaaga</w:t>
      </w:r>
    </w:p>
    <w:p w14:paraId="08D29FC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tcacattggc acccgcaatc ctgctaacaa tgctgcaatc gtgctacaac ttcctcaagg</w:t>
      </w:r>
    </w:p>
    <w:p w14:paraId="13495DE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aacaacattg ccaaaaggct tctacgcaga agggagcaga ggcggcagtc aagcctcttc</w:t>
      </w:r>
    </w:p>
    <w:p w14:paraId="00A540DE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tcgttcctca tcacgtagtc gcaacagttc aagaaattca actccaggca gctctaaacg</w:t>
      </w:r>
    </w:p>
    <w:p w14:paraId="5EB62A1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aacttctcct gctagaatgg ctggcaatgg cggtgatgct gctcttgctt tgctgctgct</w:t>
      </w:r>
    </w:p>
    <w:p w14:paraId="0D7A6D7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tgacagattg aaccagcttg agagcaaaat gtctggtaaa ggccaacaac aacaaggcca</w:t>
      </w:r>
    </w:p>
    <w:p w14:paraId="2CC6EFE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aactgtcact aagaaatctg ctgctgaggc ttctaagaag cctcggcaaa aacgtactgc</w:t>
      </w:r>
    </w:p>
    <w:p w14:paraId="66EE8A8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cactaaagca tacaatgtaa cacaagcttt cggcagacgt ggtccagaac aaacccaagg</w:t>
      </w:r>
    </w:p>
    <w:p w14:paraId="6844F81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aaattttggg gaccaggaac taatcagaca aggaactgat tacaaacatt ggccgcaaat</w:t>
      </w:r>
    </w:p>
    <w:p w14:paraId="38EE7A26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tgcacaattt gcccccagcg cttcagcgtt cttcggaatg tcgcgcattg gcatggaagt</w:t>
      </w:r>
    </w:p>
    <w:p w14:paraId="2FD0DDF2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cacaccttcg ggaacgtggt tgacctacac aggtgccatc aaattggatg acaaagatcc</w:t>
      </w:r>
    </w:p>
    <w:p w14:paraId="7ADF5418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aaatttcaaa gatcaagtca ttttgctgaa taagcatatt gacgcataca aaacattccc</w:t>
      </w:r>
    </w:p>
    <w:p w14:paraId="64AA0BFC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accaacagag cctaaaaagg acaaaaagaa gaaggctgat gaaactcaag ccttaccgca</w:t>
      </w:r>
    </w:p>
    <w:p w14:paraId="6A9AB8B5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gagacagaag aaacagcaaa ctgtgactct tcttcctgct gcagatttgg atgatttctc</w:t>
      </w:r>
    </w:p>
    <w:p w14:paraId="4CACE2C0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29401 caaacaattg caacaatcca tgagcagtgc tgactcaact caggcctaaa ctcatgcaga</w:t>
      </w:r>
    </w:p>
    <w:p w14:paraId="1F83C847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ccacacaagg cagatgggct atataaacgt tttcgctttt ccgtttacga tatatagtct</w:t>
      </w:r>
    </w:p>
    <w:p w14:paraId="1DA70E2F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actcttgtgc agaatgaatt ctcgtaacta catagcacaa gtagatgtag ttaactttaa</w:t>
      </w:r>
    </w:p>
    <w:p w14:paraId="2CD7D201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tctcacatag caatctttaa tcagtgtgta acattaggga ggacttgaaa gagccaccac</w:t>
      </w:r>
    </w:p>
    <w:p w14:paraId="6EA03B4A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attttcaccg aggccacgcg gagtacgatc gagtgtacag tgaacaatgc tagggagagc</w:t>
      </w:r>
    </w:p>
    <w:p w14:paraId="140F784D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tgcctatatg gaagagccct aatgtgtaaa attaatttta gtagtgctat cc</w:t>
      </w:r>
    </w:p>
    <w:p w14:paraId="3086E389" w14:textId="77777777" w:rsidR="009A0578" w:rsidRPr="009A0578" w:rsidRDefault="009A0578" w:rsidP="009A05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A0578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F1BFBDD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578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A0578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AB9889"/>
  <w15:chartTrackingRefBased/>
  <w15:docId w15:val="{EB77553A-C754-5A45-922B-F2481F1AB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9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45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85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2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242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5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664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10717</Words>
  <Characters>61092</Characters>
  <Application>Microsoft Office Word</Application>
  <DocSecurity>0</DocSecurity>
  <Lines>509</Lines>
  <Paragraphs>143</Paragraphs>
  <ScaleCrop>false</ScaleCrop>
  <Company/>
  <LinksUpToDate>false</LinksUpToDate>
  <CharactersWithSpaces>71666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2023-03-03T12:35:00Z</dcterms:created>
  <dcterms:modified xsi:type="dcterms:W3CDTF">2023-03-03T12:35:00Z</dcterms:modified>
</cp:coreProperties>
</file>